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>Załącznik nr 1.5 do Zarządzenia Rektora UR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49CC93C4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8A7">
        <w:rPr>
          <w:rFonts w:ascii="Corbel" w:hAnsi="Corbel"/>
          <w:smallCaps/>
          <w:sz w:val="24"/>
          <w:szCs w:val="24"/>
        </w:rPr>
        <w:t>2022-2024</w:t>
      </w:r>
    </w:p>
    <w:p w14:paraId="094D98B0" w14:textId="246A018D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5638A7">
        <w:rPr>
          <w:rFonts w:ascii="Corbel" w:hAnsi="Corbel"/>
          <w:sz w:val="20"/>
          <w:szCs w:val="20"/>
        </w:rPr>
        <w:t>3</w:t>
      </w:r>
      <w:r w:rsidRPr="00D437A5">
        <w:rPr>
          <w:rFonts w:ascii="Corbel" w:hAnsi="Corbel"/>
          <w:sz w:val="20"/>
          <w:szCs w:val="20"/>
        </w:rPr>
        <w:t>/202</w:t>
      </w:r>
      <w:r w:rsidR="005638A7">
        <w:rPr>
          <w:rFonts w:ascii="Corbel" w:hAnsi="Corbel"/>
          <w:sz w:val="20"/>
          <w:szCs w:val="20"/>
        </w:rPr>
        <w:t>4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410482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3B594BBA" w:rsidR="0085747A" w:rsidRPr="009C54AE" w:rsidRDefault="00410482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40E5F38A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57143868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21A7CD3F" w:rsidR="00015B8F" w:rsidRPr="009C54AE" w:rsidRDefault="004104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3DED4D6" w:rsidR="0085747A" w:rsidRPr="009C54AE" w:rsidRDefault="0089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529D4186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46980FA7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3A48C77D" w:rsidR="0085747A" w:rsidRPr="009C54AE" w:rsidRDefault="0041048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2BEED2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10482">
              <w:rPr>
                <w:rFonts w:ascii="Corbel" w:hAnsi="Corbel"/>
                <w:sz w:val="24"/>
                <w:szCs w:val="24"/>
              </w:rPr>
              <w:t>dział w konsultacjach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684D06B6" w:rsidR="00C61DC5" w:rsidRPr="009C54AE" w:rsidRDefault="0041048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5E792EF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C0530" w14:textId="77777777" w:rsidR="003513FC" w:rsidRDefault="003513FC" w:rsidP="00C16ABF">
      <w:pPr>
        <w:spacing w:after="0" w:line="240" w:lineRule="auto"/>
      </w:pPr>
      <w:r>
        <w:separator/>
      </w:r>
    </w:p>
  </w:endnote>
  <w:endnote w:type="continuationSeparator" w:id="0">
    <w:p w14:paraId="0BC4B468" w14:textId="77777777" w:rsidR="003513FC" w:rsidRDefault="003513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56458" w14:textId="77777777" w:rsidR="003513FC" w:rsidRDefault="003513FC" w:rsidP="00C16ABF">
      <w:pPr>
        <w:spacing w:after="0" w:line="240" w:lineRule="auto"/>
      </w:pPr>
      <w:r>
        <w:separator/>
      </w:r>
    </w:p>
  </w:footnote>
  <w:footnote w:type="continuationSeparator" w:id="0">
    <w:p w14:paraId="064F140D" w14:textId="77777777" w:rsidR="003513FC" w:rsidRDefault="003513FC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13FC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048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38A7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42AD"/>
    <w:rsid w:val="00647FA8"/>
    <w:rsid w:val="00650C5F"/>
    <w:rsid w:val="00654934"/>
    <w:rsid w:val="006620D9"/>
    <w:rsid w:val="00671958"/>
    <w:rsid w:val="00675843"/>
    <w:rsid w:val="00696477"/>
    <w:rsid w:val="006A2F43"/>
    <w:rsid w:val="006B688B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2A1D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2029A-465B-4426-B261-71F971017BE3}"/>
</file>

<file path=customXml/itemProps3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F043C4-9960-4CCC-8774-29FF1B20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1217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2020-11-25T14:00:00Z</dcterms:created>
  <dcterms:modified xsi:type="dcterms:W3CDTF">2022-05-31T09:08:00Z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